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EE4E7B"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i/>
              </w:rPr>
            </w:pPr>
            <w:r w:rsidRPr="00EE4E7B">
              <w:rPr>
                <w:rFonts w:ascii="Book Antiqua" w:hAnsi="Book Antiqua"/>
                <w:b/>
                <w:i/>
                <w:color w:val="000000"/>
              </w:rPr>
              <w:t>OGGETT</w:t>
            </w:r>
            <w:r w:rsidR="00BC2937" w:rsidRPr="00EE4E7B">
              <w:rPr>
                <w:rFonts w:ascii="Book Antiqua" w:hAnsi="Book Antiqua"/>
                <w:b/>
                <w:i/>
                <w:color w:val="000000"/>
              </w:rPr>
              <w:t>O:</w:t>
            </w:r>
            <w:r w:rsidR="00BC2937" w:rsidRPr="00EE4E7B">
              <w:rPr>
                <w:rFonts w:ascii="Book Antiqua" w:hAnsi="Book Antiqua" w:cs="Tahoma"/>
                <w:b/>
                <w:i/>
              </w:rPr>
              <w:t xml:space="preserve"> </w:t>
            </w:r>
            <w:bookmarkStart w:id="1" w:name="_Hlk146007026"/>
            <w:r w:rsidR="00CD7C50" w:rsidRPr="00CD7C50">
              <w:rPr>
                <w:rFonts w:ascii="Book Antiqua" w:hAnsi="Book Antiqua"/>
                <w:b/>
                <w:i/>
                <w:w w:val="105"/>
              </w:rPr>
              <w:t xml:space="preserve">Richiesta di preventivo ai sensi dell’art. 50, comma 1, lett. e) del D. Lgs. 36/2023 e </w:t>
            </w:r>
            <w:proofErr w:type="spellStart"/>
            <w:r w:rsidR="00CD7C50" w:rsidRPr="00CD7C50">
              <w:rPr>
                <w:rFonts w:ascii="Book Antiqua" w:hAnsi="Book Antiqua"/>
                <w:b/>
                <w:i/>
                <w:w w:val="105"/>
              </w:rPr>
              <w:t>s.m.i.</w:t>
            </w:r>
            <w:proofErr w:type="spellEnd"/>
            <w:r w:rsidR="00CD7C50" w:rsidRPr="00CD7C50">
              <w:rPr>
                <w:rFonts w:ascii="Book Antiqua" w:hAnsi="Book Antiqua"/>
                <w:b/>
                <w:i/>
                <w:w w:val="105"/>
              </w:rPr>
              <w:t xml:space="preserve"> per la fornitura annuale in regime di somministrazione delle specialità medicinali di cui ai seguenti principi attivi “SODIO FERRIGLUCONATO” ATC B03AB, “METOTRESSATO” ATC L01BA01 e “CLOTIAPINA” – ATC N05AH06</w:t>
            </w:r>
            <w:r w:rsidR="006202AE" w:rsidRPr="00EE4E7B">
              <w:rPr>
                <w:rFonts w:ascii="Book Antiqua" w:hAnsi="Book Antiqua"/>
                <w:b/>
                <w:i/>
                <w:w w:val="105"/>
              </w:rPr>
              <w:t xml:space="preserve">, </w:t>
            </w:r>
            <w:r w:rsidR="00471EE3" w:rsidRPr="00EE4E7B">
              <w:rPr>
                <w:rFonts w:ascii="Book Antiqua" w:hAnsi="Book Antiqua" w:cs="Tahoma"/>
                <w:b/>
                <w:i/>
              </w:rPr>
              <w:t>necessari</w:t>
            </w:r>
            <w:bookmarkStart w:id="2" w:name="_GoBack"/>
            <w:bookmarkEnd w:id="2"/>
            <w:r w:rsidR="00471EE3" w:rsidRPr="00EE4E7B">
              <w:rPr>
                <w:rFonts w:ascii="Book Antiqua" w:hAnsi="Book Antiqua" w:cs="Tahoma"/>
                <w:b/>
                <w:i/>
              </w:rPr>
              <w:t xml:space="preserve"> a questa Azienda Ospedaliero -Universitaria “Policlinico Riuniti” 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4F3" w:rsidRDefault="00C654F3" w:rsidP="00905314">
      <w:r>
        <w:separator/>
      </w:r>
    </w:p>
  </w:endnote>
  <w:endnote w:type="continuationSeparator" w:id="0">
    <w:p w:rsidR="00C654F3" w:rsidRDefault="00C654F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4F3" w:rsidRDefault="00C654F3" w:rsidP="00905314">
      <w:r>
        <w:separator/>
      </w:r>
    </w:p>
  </w:footnote>
  <w:footnote w:type="continuationSeparator" w:id="0">
    <w:p w:rsidR="00C654F3" w:rsidRDefault="00C654F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7121A"/>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07F8D"/>
    <w:rsid w:val="00227B1E"/>
    <w:rsid w:val="00265171"/>
    <w:rsid w:val="002778F2"/>
    <w:rsid w:val="00277E05"/>
    <w:rsid w:val="0028544F"/>
    <w:rsid w:val="00294795"/>
    <w:rsid w:val="00297726"/>
    <w:rsid w:val="002A597C"/>
    <w:rsid w:val="002C6CF1"/>
    <w:rsid w:val="0030484C"/>
    <w:rsid w:val="0033611C"/>
    <w:rsid w:val="003372C9"/>
    <w:rsid w:val="003A14F1"/>
    <w:rsid w:val="003A6839"/>
    <w:rsid w:val="0041099C"/>
    <w:rsid w:val="00432728"/>
    <w:rsid w:val="00434D97"/>
    <w:rsid w:val="00436763"/>
    <w:rsid w:val="00446F67"/>
    <w:rsid w:val="004475F2"/>
    <w:rsid w:val="00461AFB"/>
    <w:rsid w:val="00461DC1"/>
    <w:rsid w:val="00471EE3"/>
    <w:rsid w:val="00475AFE"/>
    <w:rsid w:val="00491A7B"/>
    <w:rsid w:val="004B08AE"/>
    <w:rsid w:val="004C07F0"/>
    <w:rsid w:val="004C4F2E"/>
    <w:rsid w:val="00502992"/>
    <w:rsid w:val="005061D8"/>
    <w:rsid w:val="00527514"/>
    <w:rsid w:val="00566F66"/>
    <w:rsid w:val="00581212"/>
    <w:rsid w:val="0059029D"/>
    <w:rsid w:val="005A5070"/>
    <w:rsid w:val="005E7A5B"/>
    <w:rsid w:val="005F46C6"/>
    <w:rsid w:val="005F50FB"/>
    <w:rsid w:val="005F7E33"/>
    <w:rsid w:val="00605003"/>
    <w:rsid w:val="006202AE"/>
    <w:rsid w:val="00655750"/>
    <w:rsid w:val="006A1119"/>
    <w:rsid w:val="006A2321"/>
    <w:rsid w:val="006C7EE6"/>
    <w:rsid w:val="00711E7A"/>
    <w:rsid w:val="00712E00"/>
    <w:rsid w:val="00713D0A"/>
    <w:rsid w:val="007269A6"/>
    <w:rsid w:val="007500DC"/>
    <w:rsid w:val="00770121"/>
    <w:rsid w:val="007D3336"/>
    <w:rsid w:val="007D5DCF"/>
    <w:rsid w:val="00801367"/>
    <w:rsid w:val="00810BE4"/>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348D5"/>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343E8"/>
    <w:rsid w:val="00B410CF"/>
    <w:rsid w:val="00BA7F95"/>
    <w:rsid w:val="00BB7988"/>
    <w:rsid w:val="00BC2937"/>
    <w:rsid w:val="00BE6F99"/>
    <w:rsid w:val="00C01931"/>
    <w:rsid w:val="00C22136"/>
    <w:rsid w:val="00C23B9C"/>
    <w:rsid w:val="00C3046F"/>
    <w:rsid w:val="00C31647"/>
    <w:rsid w:val="00C51451"/>
    <w:rsid w:val="00C654F3"/>
    <w:rsid w:val="00C734B8"/>
    <w:rsid w:val="00CC11BE"/>
    <w:rsid w:val="00CD05BB"/>
    <w:rsid w:val="00CD7C50"/>
    <w:rsid w:val="00CE6E16"/>
    <w:rsid w:val="00D0036E"/>
    <w:rsid w:val="00D131CB"/>
    <w:rsid w:val="00D34948"/>
    <w:rsid w:val="00D94F35"/>
    <w:rsid w:val="00DE5690"/>
    <w:rsid w:val="00DE6C0C"/>
    <w:rsid w:val="00DF52E2"/>
    <w:rsid w:val="00E30DC3"/>
    <w:rsid w:val="00E6363B"/>
    <w:rsid w:val="00E64DE3"/>
    <w:rsid w:val="00E6505F"/>
    <w:rsid w:val="00EB57A6"/>
    <w:rsid w:val="00EC4BAF"/>
    <w:rsid w:val="00ED4FD7"/>
    <w:rsid w:val="00ED6DC0"/>
    <w:rsid w:val="00EE203A"/>
    <w:rsid w:val="00EE3A6E"/>
    <w:rsid w:val="00EE4E7B"/>
    <w:rsid w:val="00EF01AA"/>
    <w:rsid w:val="00EF2520"/>
    <w:rsid w:val="00EF30E2"/>
    <w:rsid w:val="00EF4997"/>
    <w:rsid w:val="00EF6C06"/>
    <w:rsid w:val="00F05295"/>
    <w:rsid w:val="00F407CE"/>
    <w:rsid w:val="00F44381"/>
    <w:rsid w:val="00F46E89"/>
    <w:rsid w:val="00F52447"/>
    <w:rsid w:val="00F63FC9"/>
    <w:rsid w:val="00F64F4D"/>
    <w:rsid w:val="00F65F9E"/>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0A7F0"/>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4B601-13E2-4CC3-9CAF-43E4AAE3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18</TotalTime>
  <Pages>1</Pages>
  <Words>578</Words>
  <Characters>3296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44</cp:revision>
  <cp:lastPrinted>2022-06-14T08:52:00Z</cp:lastPrinted>
  <dcterms:created xsi:type="dcterms:W3CDTF">2023-05-04T10:29:00Z</dcterms:created>
  <dcterms:modified xsi:type="dcterms:W3CDTF">2025-06-17T09:00:00Z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